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05350" w14:textId="77777777" w:rsidR="00684ABA" w:rsidRDefault="000518AB">
      <w:r>
        <w:t>Dear Friend,</w:t>
      </w:r>
    </w:p>
    <w:p w14:paraId="64090564" w14:textId="77777777" w:rsidR="000518AB" w:rsidRDefault="000518AB"/>
    <w:p w14:paraId="4920CBA8" w14:textId="77777777" w:rsidR="000518AB" w:rsidRDefault="000518AB" w:rsidP="000518AB"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sed diam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dolore magna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Ut </w:t>
      </w:r>
      <w:proofErr w:type="spellStart"/>
      <w:r>
        <w:t>wisi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ad minim </w:t>
      </w:r>
      <w:proofErr w:type="spellStart"/>
      <w:r>
        <w:t>veniam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nostrud</w:t>
      </w:r>
      <w:proofErr w:type="spellEnd"/>
      <w:r>
        <w:t xml:space="preserve"> </w:t>
      </w:r>
      <w:proofErr w:type="spellStart"/>
      <w:r>
        <w:t>exerci</w:t>
      </w:r>
      <w:proofErr w:type="spellEnd"/>
      <w:r>
        <w:t xml:space="preserve"> </w:t>
      </w:r>
      <w:proofErr w:type="spellStart"/>
      <w:r>
        <w:t>tation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aliquip</w:t>
      </w:r>
      <w:proofErr w:type="spellEnd"/>
      <w:r>
        <w:t xml:space="preserve"> ex </w:t>
      </w:r>
      <w:proofErr w:type="spellStart"/>
      <w:r>
        <w:t>ea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. Duis autem vel </w:t>
      </w:r>
      <w:proofErr w:type="spellStart"/>
      <w:r>
        <w:t>eum</w:t>
      </w:r>
      <w:proofErr w:type="spellEnd"/>
      <w:r>
        <w:t xml:space="preserve"> </w:t>
      </w:r>
      <w:proofErr w:type="spellStart"/>
      <w:r>
        <w:t>iriure</w:t>
      </w:r>
      <w:proofErr w:type="spellEnd"/>
      <w:r>
        <w:t xml:space="preserve"> dolor in </w:t>
      </w:r>
      <w:proofErr w:type="spellStart"/>
      <w:r>
        <w:t>hendrerit</w:t>
      </w:r>
      <w:proofErr w:type="spellEnd"/>
      <w:r>
        <w:t xml:space="preserve"> in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esse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, vel illum dolore </w:t>
      </w:r>
      <w:proofErr w:type="spellStart"/>
      <w:r>
        <w:t>eu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 at </w:t>
      </w:r>
      <w:proofErr w:type="spellStart"/>
      <w:r>
        <w:t>vero</w:t>
      </w:r>
      <w:proofErr w:type="spellEnd"/>
      <w:r>
        <w:t xml:space="preserve"> eros et </w:t>
      </w:r>
      <w:proofErr w:type="spellStart"/>
      <w:r>
        <w:t>accumsan</w:t>
      </w:r>
      <w:proofErr w:type="spellEnd"/>
      <w:r>
        <w:t xml:space="preserve"> et </w:t>
      </w:r>
      <w:proofErr w:type="spellStart"/>
      <w:r>
        <w:t>iusto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qui </w:t>
      </w:r>
      <w:proofErr w:type="spellStart"/>
      <w:r>
        <w:t>blandit</w:t>
      </w:r>
      <w:proofErr w:type="spellEnd"/>
      <w:r>
        <w:t xml:space="preserve">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luptatum</w:t>
      </w:r>
      <w:proofErr w:type="spellEnd"/>
      <w:r>
        <w:t xml:space="preserve"> </w:t>
      </w:r>
      <w:proofErr w:type="spellStart"/>
      <w:r>
        <w:t>zzril</w:t>
      </w:r>
      <w:proofErr w:type="spellEnd"/>
      <w:r>
        <w:t xml:space="preserve"> </w:t>
      </w:r>
      <w:proofErr w:type="spellStart"/>
      <w:r>
        <w:t>delenit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</w:t>
      </w:r>
      <w:proofErr w:type="spellStart"/>
      <w:r>
        <w:t>duis</w:t>
      </w:r>
      <w:proofErr w:type="spellEnd"/>
      <w:r>
        <w:t xml:space="preserve"> dolore </w:t>
      </w:r>
      <w:proofErr w:type="spellStart"/>
      <w:r>
        <w:t>te</w:t>
      </w:r>
      <w:proofErr w:type="spellEnd"/>
      <w:r>
        <w:t xml:space="preserve"> </w:t>
      </w:r>
      <w:proofErr w:type="spellStart"/>
      <w:r>
        <w:t>feugait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facilisi</w:t>
      </w:r>
      <w:proofErr w:type="spellEnd"/>
      <w:r>
        <w:t>.</w:t>
      </w:r>
    </w:p>
    <w:p w14:paraId="0A31CF51" w14:textId="77777777" w:rsidR="000518AB" w:rsidRDefault="000518AB" w:rsidP="000518AB">
      <w:r>
        <w:t xml:space="preserve">Lorem ipsum dolor sit </w:t>
      </w:r>
      <w:proofErr w:type="spellStart"/>
      <w:r>
        <w:t>amet</w:t>
      </w:r>
      <w:proofErr w:type="spellEnd"/>
      <w:r>
        <w:t xml:space="preserve">, cons </w:t>
      </w:r>
      <w:proofErr w:type="spellStart"/>
      <w:r>
        <w:t>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sed diam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dolore magna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Ut </w:t>
      </w:r>
      <w:proofErr w:type="spellStart"/>
      <w:r>
        <w:t>wisi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ad minim </w:t>
      </w:r>
      <w:proofErr w:type="spellStart"/>
      <w:r>
        <w:t>veniam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nostrud</w:t>
      </w:r>
      <w:proofErr w:type="spellEnd"/>
      <w:r>
        <w:t xml:space="preserve"> </w:t>
      </w:r>
      <w:proofErr w:type="spellStart"/>
      <w:r>
        <w:t>exerci</w:t>
      </w:r>
      <w:proofErr w:type="spellEnd"/>
      <w:r>
        <w:t xml:space="preserve"> </w:t>
      </w:r>
      <w:proofErr w:type="spellStart"/>
      <w:r>
        <w:t>tation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aliquip</w:t>
      </w:r>
      <w:proofErr w:type="spellEnd"/>
      <w:r>
        <w:t xml:space="preserve"> ex </w:t>
      </w:r>
      <w:proofErr w:type="spellStart"/>
      <w:r>
        <w:t>ea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>.</w:t>
      </w:r>
    </w:p>
    <w:p w14:paraId="33EAFD64" w14:textId="77777777" w:rsidR="003C7CFC" w:rsidRDefault="003C7CFC" w:rsidP="000518AB"/>
    <w:p w14:paraId="5907AA30" w14:textId="77777777" w:rsidR="003C7CFC" w:rsidRPr="000518AB" w:rsidRDefault="003C7CFC" w:rsidP="003C7CFC">
      <w:r>
        <w:t xml:space="preserve">Lorem ipsum dolor sit </w:t>
      </w:r>
      <w:proofErr w:type="spellStart"/>
      <w:r>
        <w:t>amet</w:t>
      </w:r>
      <w:proofErr w:type="spellEnd"/>
      <w:r>
        <w:t xml:space="preserve">, cons </w:t>
      </w:r>
      <w:proofErr w:type="spellStart"/>
      <w:r>
        <w:t>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sed diam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dolore magna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Ut </w:t>
      </w:r>
      <w:proofErr w:type="spellStart"/>
      <w:r>
        <w:t>wisi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ad minim </w:t>
      </w:r>
      <w:proofErr w:type="spellStart"/>
      <w:r>
        <w:t>veniam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nostrud</w:t>
      </w:r>
      <w:proofErr w:type="spellEnd"/>
      <w:r>
        <w:t xml:space="preserve"> </w:t>
      </w:r>
      <w:proofErr w:type="spellStart"/>
      <w:r>
        <w:t>exerci</w:t>
      </w:r>
      <w:proofErr w:type="spellEnd"/>
      <w:r>
        <w:t xml:space="preserve"> </w:t>
      </w:r>
      <w:proofErr w:type="spellStart"/>
      <w:r>
        <w:t>tation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aliquip</w:t>
      </w:r>
      <w:proofErr w:type="spellEnd"/>
      <w:r>
        <w:t xml:space="preserve"> ex </w:t>
      </w:r>
      <w:proofErr w:type="spellStart"/>
      <w:r>
        <w:t>ea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>.</w:t>
      </w:r>
    </w:p>
    <w:p w14:paraId="1618CA82" w14:textId="77777777" w:rsidR="003C7CFC" w:rsidRPr="000518AB" w:rsidRDefault="003C7CFC" w:rsidP="003C7CFC">
      <w:r>
        <w:t xml:space="preserve">Lorem ipsum dolor sit </w:t>
      </w:r>
      <w:proofErr w:type="spellStart"/>
      <w:r>
        <w:t>amet</w:t>
      </w:r>
      <w:proofErr w:type="spellEnd"/>
      <w:r>
        <w:t xml:space="preserve">, cons </w:t>
      </w:r>
      <w:proofErr w:type="spellStart"/>
      <w:r>
        <w:t>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sed diam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dolore magna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Ut </w:t>
      </w:r>
      <w:proofErr w:type="spellStart"/>
      <w:r>
        <w:t>wisi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ad minim </w:t>
      </w:r>
      <w:proofErr w:type="spellStart"/>
      <w:r>
        <w:t>veniam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nostrud</w:t>
      </w:r>
      <w:proofErr w:type="spellEnd"/>
      <w:r>
        <w:t xml:space="preserve"> </w:t>
      </w:r>
      <w:proofErr w:type="spellStart"/>
      <w:r>
        <w:t>exerci</w:t>
      </w:r>
      <w:proofErr w:type="spellEnd"/>
      <w:r>
        <w:t xml:space="preserve"> </w:t>
      </w:r>
      <w:proofErr w:type="spellStart"/>
      <w:r>
        <w:t>tation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aliquip</w:t>
      </w:r>
      <w:proofErr w:type="spellEnd"/>
      <w:r>
        <w:t xml:space="preserve"> ex </w:t>
      </w:r>
      <w:proofErr w:type="spellStart"/>
      <w:r>
        <w:t>ea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>.</w:t>
      </w:r>
    </w:p>
    <w:p w14:paraId="501D9340" w14:textId="77777777" w:rsidR="003C7CFC" w:rsidRPr="000518AB" w:rsidRDefault="003C7CFC" w:rsidP="003C7CFC">
      <w:r>
        <w:t xml:space="preserve">Lorem ipsum dolor sit </w:t>
      </w:r>
      <w:proofErr w:type="spellStart"/>
      <w:r>
        <w:t>amet</w:t>
      </w:r>
      <w:proofErr w:type="spellEnd"/>
      <w:r>
        <w:t xml:space="preserve">, cons </w:t>
      </w:r>
      <w:proofErr w:type="spellStart"/>
      <w:r>
        <w:t>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sed diam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dolore magna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Ut </w:t>
      </w:r>
      <w:proofErr w:type="spellStart"/>
      <w:r>
        <w:t>wisi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ad minim </w:t>
      </w:r>
      <w:proofErr w:type="spellStart"/>
      <w:r>
        <w:t>veniam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nostrud</w:t>
      </w:r>
      <w:proofErr w:type="spellEnd"/>
      <w:r>
        <w:t xml:space="preserve"> </w:t>
      </w:r>
      <w:proofErr w:type="spellStart"/>
      <w:r>
        <w:t>exerci</w:t>
      </w:r>
      <w:proofErr w:type="spellEnd"/>
      <w:r>
        <w:t xml:space="preserve"> </w:t>
      </w:r>
      <w:proofErr w:type="spellStart"/>
      <w:r>
        <w:t>tation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aliquip</w:t>
      </w:r>
      <w:proofErr w:type="spellEnd"/>
      <w:r>
        <w:t xml:space="preserve"> ex </w:t>
      </w:r>
      <w:proofErr w:type="spellStart"/>
      <w:r>
        <w:t>ea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>.</w:t>
      </w:r>
    </w:p>
    <w:p w14:paraId="19A6D6AB" w14:textId="77777777" w:rsidR="003C7CFC" w:rsidRPr="000518AB" w:rsidRDefault="003C7CFC" w:rsidP="003C7CFC">
      <w:r>
        <w:t xml:space="preserve">Lorem ipsum dolor sit </w:t>
      </w:r>
      <w:proofErr w:type="spellStart"/>
      <w:r>
        <w:t>amet</w:t>
      </w:r>
      <w:proofErr w:type="spellEnd"/>
      <w:r>
        <w:t xml:space="preserve">, cons </w:t>
      </w:r>
      <w:proofErr w:type="spellStart"/>
      <w:r>
        <w:t>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, sed diam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dolore magna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volutpat</w:t>
      </w:r>
      <w:proofErr w:type="spellEnd"/>
      <w:r>
        <w:t xml:space="preserve">. Ut </w:t>
      </w:r>
      <w:proofErr w:type="spellStart"/>
      <w:r>
        <w:t>wisi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ad minim </w:t>
      </w:r>
      <w:proofErr w:type="spellStart"/>
      <w:r>
        <w:t>veniam</w:t>
      </w:r>
      <w:proofErr w:type="spellEnd"/>
      <w:r>
        <w:t xml:space="preserve">,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nostrud</w:t>
      </w:r>
      <w:proofErr w:type="spellEnd"/>
      <w:r>
        <w:t xml:space="preserve"> </w:t>
      </w:r>
      <w:proofErr w:type="spellStart"/>
      <w:r>
        <w:t>exerci</w:t>
      </w:r>
      <w:proofErr w:type="spellEnd"/>
      <w:r>
        <w:t xml:space="preserve"> </w:t>
      </w:r>
      <w:proofErr w:type="spellStart"/>
      <w:r>
        <w:t>tation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aliquip</w:t>
      </w:r>
      <w:proofErr w:type="spellEnd"/>
      <w:r>
        <w:t xml:space="preserve"> ex </w:t>
      </w:r>
      <w:proofErr w:type="spellStart"/>
      <w:r>
        <w:t>ea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>.</w:t>
      </w:r>
    </w:p>
    <w:p w14:paraId="30861E7C" w14:textId="77777777" w:rsidR="003C7CFC" w:rsidRPr="000518AB" w:rsidRDefault="003C7CFC" w:rsidP="000518AB"/>
    <w:sectPr w:rsidR="003C7CFC" w:rsidRPr="000518AB" w:rsidSect="003C7C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261" w:right="1440" w:bottom="1440" w:left="2160" w:header="720" w:footer="172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98FA2" w14:textId="77777777" w:rsidR="00A26ABA" w:rsidRDefault="00A26ABA" w:rsidP="00F718F9">
      <w:pPr>
        <w:spacing w:after="0" w:line="240" w:lineRule="auto"/>
      </w:pPr>
      <w:r>
        <w:separator/>
      </w:r>
    </w:p>
  </w:endnote>
  <w:endnote w:type="continuationSeparator" w:id="0">
    <w:p w14:paraId="5EAF4E7D" w14:textId="77777777" w:rsidR="00A26ABA" w:rsidRDefault="00A26ABA" w:rsidP="00F71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ue Haas Grotesk Text Pro">
    <w:altName w:val="Cambria"/>
    <w:charset w:val="00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SanL">
    <w:panose1 w:val="00000000000000000000"/>
    <w:charset w:val="00"/>
    <w:family w:val="auto"/>
    <w:pitch w:val="variable"/>
    <w:sig w:usb0="800003AF" w:usb1="000078EB" w:usb2="00000000" w:usb3="00000000" w:csb0="0000009F" w:csb1="00000000"/>
  </w:font>
  <w:font w:name="Times New Roman (Body CS)">
    <w:altName w:val="Times New Roman"/>
    <w:charset w:val="00"/>
    <w:family w:val="roman"/>
    <w:pitch w:val="default"/>
  </w:font>
  <w:font w:name="Test Signifier Regular">
    <w:altName w:val="Calibri"/>
    <w:panose1 w:val="00000000000000000000"/>
    <w:charset w:val="4D"/>
    <w:family w:val="swiss"/>
    <w:notTrueType/>
    <w:pitch w:val="variable"/>
    <w:sig w:usb0="00000003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8471339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D133B5A" w14:textId="77777777" w:rsidR="003C7CFC" w:rsidRDefault="003C7CFC" w:rsidP="00C80076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5D8A7A3" w14:textId="77777777" w:rsidR="003C7CFC" w:rsidRDefault="003C7C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4977249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555C010" w14:textId="77777777" w:rsidR="003C7CFC" w:rsidRDefault="003C7CFC" w:rsidP="003C7CFC">
        <w:pPr>
          <w:pStyle w:val="Footer"/>
          <w:framePr w:wrap="none" w:vAnchor="text" w:hAnchor="page" w:x="2106" w:y="905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5B61E85" w14:textId="77777777" w:rsidR="00FF63FF" w:rsidRDefault="00FF63F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EF809F3" wp14:editId="1CA28273">
              <wp:simplePos x="0" y="0"/>
              <wp:positionH relativeFrom="column">
                <wp:posOffset>1765935</wp:posOffset>
              </wp:positionH>
              <wp:positionV relativeFrom="paragraph">
                <wp:posOffset>594262</wp:posOffset>
              </wp:positionV>
              <wp:extent cx="3981049" cy="168812"/>
              <wp:effectExtent l="0" t="0" r="6985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81049" cy="16881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AB7724" w14:textId="77777777" w:rsidR="00FF63FF" w:rsidRPr="005061A8" w:rsidRDefault="000518AB" w:rsidP="005F0097">
                          <w:pPr>
                            <w:jc w:val="right"/>
                            <w:rPr>
                              <w:spacing w:val="30"/>
                              <w:sz w:val="16"/>
                              <w:szCs w:val="20"/>
                            </w:rPr>
                          </w:pPr>
                          <w:r w:rsidRPr="005061A8">
                            <w:rPr>
                              <w:spacing w:val="30"/>
                              <w:sz w:val="16"/>
                              <w:szCs w:val="20"/>
                            </w:rPr>
                            <w:t>301 DAVID L BOREN BLVD • SUITE 2000 • NORMAN, OK 73072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F809F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39.05pt;margin-top:46.8pt;width:313.45pt;height:1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" filled="f" stroked="f" strokeweight=".5pt">
              <v:textbox inset="0,0,0,0">
                <w:txbxContent>
                  <w:p w14:paraId="26AB7724" w14:textId="77777777" w:rsidR="00FF63FF" w:rsidRPr="005061A8" w:rsidRDefault="000518AB" w:rsidP="005F0097">
                    <w:pPr>
                      <w:jc w:val="right"/>
                      <w:rPr>
                        <w:spacing w:val="30"/>
                        <w:sz w:val="16"/>
                        <w:szCs w:val="20"/>
                      </w:rPr>
                    </w:pPr>
                    <w:r w:rsidRPr="005061A8">
                      <w:rPr>
                        <w:spacing w:val="30"/>
                        <w:sz w:val="16"/>
                        <w:szCs w:val="20"/>
                      </w:rPr>
                      <w:t>301 DAVID L BOREN BLVD • SUITE 2000 • NORMAN, OK 73072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693EA" w14:textId="77777777" w:rsidR="00A26ABA" w:rsidRDefault="00A26A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C5603" w14:textId="77777777" w:rsidR="00A26ABA" w:rsidRDefault="00A26ABA" w:rsidP="00F718F9">
      <w:pPr>
        <w:spacing w:after="0" w:line="240" w:lineRule="auto"/>
      </w:pPr>
      <w:r>
        <w:separator/>
      </w:r>
    </w:p>
  </w:footnote>
  <w:footnote w:type="continuationSeparator" w:id="0">
    <w:p w14:paraId="6AEBFE76" w14:textId="77777777" w:rsidR="00A26ABA" w:rsidRDefault="00A26ABA" w:rsidP="00F71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88E70" w14:textId="77777777" w:rsidR="00A26ABA" w:rsidRDefault="00A26A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54DBA" w14:textId="61E5B6E8" w:rsidR="00FF63FF" w:rsidRDefault="003C7CFC" w:rsidP="00A26ABA">
    <w:pPr>
      <w:pStyle w:val="Header"/>
      <w:tabs>
        <w:tab w:val="clear" w:pos="4680"/>
        <w:tab w:val="clear" w:pos="9360"/>
        <w:tab w:val="left" w:pos="912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350F2A" wp14:editId="454EB7CB">
          <wp:simplePos x="0" y="0"/>
          <wp:positionH relativeFrom="margin">
            <wp:posOffset>-1383700</wp:posOffset>
          </wp:positionH>
          <wp:positionV relativeFrom="margin">
            <wp:posOffset>-1866900</wp:posOffset>
          </wp:positionV>
          <wp:extent cx="7751361" cy="9903460"/>
          <wp:effectExtent l="0" t="0" r="2540" b="254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1361" cy="9903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79B1BA3" wp14:editId="04321970">
              <wp:simplePos x="0" y="0"/>
              <wp:positionH relativeFrom="column">
                <wp:posOffset>4303297</wp:posOffset>
              </wp:positionH>
              <wp:positionV relativeFrom="paragraph">
                <wp:posOffset>231140</wp:posOffset>
              </wp:positionV>
              <wp:extent cx="1471930" cy="255905"/>
              <wp:effectExtent l="0" t="0" r="127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1930" cy="255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1734115" w14:textId="77777777" w:rsidR="00FF63FF" w:rsidRPr="00E8726F" w:rsidRDefault="00FF63FF" w:rsidP="00FF63FF">
                          <w:pPr>
                            <w:jc w:val="right"/>
                          </w:pPr>
                          <w:r w:rsidRPr="00E8726F">
                            <w:t>pcienergysolutions.com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9B1BA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8.85pt;margin-top:18.2pt;width:115.9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" filled="f" stroked="f" strokeweight=".5pt">
              <v:textbox inset="0,0,0,0">
                <w:txbxContent>
                  <w:p w14:paraId="21734115" w14:textId="77777777" w:rsidR="00FF63FF" w:rsidRPr="00E8726F" w:rsidRDefault="00FF63FF" w:rsidP="00FF63FF">
                    <w:pPr>
                      <w:jc w:val="right"/>
                    </w:pPr>
                    <w:r w:rsidRPr="00E8726F">
                      <w:t>pcienergysolutions.com</w:t>
                    </w:r>
                  </w:p>
                </w:txbxContent>
              </v:textbox>
            </v:shape>
          </w:pict>
        </mc:Fallback>
      </mc:AlternateContent>
    </w:r>
    <w:r w:rsidR="00A26ABA">
      <w:tab/>
    </w:r>
  </w:p>
  <w:p w14:paraId="7DB3A4EB" w14:textId="77777777" w:rsidR="00FF63FF" w:rsidRDefault="00FF63FF">
    <w:pPr>
      <w:pStyle w:val="Header"/>
    </w:pPr>
  </w:p>
  <w:p w14:paraId="6FCACF18" w14:textId="77777777" w:rsidR="00FF63FF" w:rsidRDefault="00FF63FF">
    <w:pPr>
      <w:pStyle w:val="Header"/>
    </w:pPr>
  </w:p>
  <w:p w14:paraId="5277B225" w14:textId="77777777" w:rsidR="00FF63FF" w:rsidRDefault="00FF63FF">
    <w:pPr>
      <w:pStyle w:val="Header"/>
    </w:pPr>
  </w:p>
  <w:p w14:paraId="54FA1AF8" w14:textId="77777777" w:rsidR="00F718F9" w:rsidRDefault="00F718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EE118" w14:textId="77777777" w:rsidR="00A26ABA" w:rsidRDefault="00A26A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ABA"/>
    <w:rsid w:val="00026A80"/>
    <w:rsid w:val="00034F57"/>
    <w:rsid w:val="000518AB"/>
    <w:rsid w:val="0008650B"/>
    <w:rsid w:val="00091069"/>
    <w:rsid w:val="00231B31"/>
    <w:rsid w:val="002942B8"/>
    <w:rsid w:val="003C7CFC"/>
    <w:rsid w:val="005061A8"/>
    <w:rsid w:val="005E6D9C"/>
    <w:rsid w:val="005F0097"/>
    <w:rsid w:val="00762C74"/>
    <w:rsid w:val="00834A22"/>
    <w:rsid w:val="008B3B25"/>
    <w:rsid w:val="0094179E"/>
    <w:rsid w:val="00A226E9"/>
    <w:rsid w:val="00A25463"/>
    <w:rsid w:val="00A26ABA"/>
    <w:rsid w:val="00BE08C9"/>
    <w:rsid w:val="00CB5D40"/>
    <w:rsid w:val="00E8726F"/>
    <w:rsid w:val="00F718F9"/>
    <w:rsid w:val="00FE545E"/>
    <w:rsid w:val="00FF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2290B6"/>
  <w15:chartTrackingRefBased/>
  <w15:docId w15:val="{CCE03D07-463F-4C23-B5D0-27675901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Copy"/>
    <w:qFormat/>
    <w:rsid w:val="005061A8"/>
    <w:pPr>
      <w:spacing w:after="120" w:line="288" w:lineRule="auto"/>
    </w:pPr>
    <w:rPr>
      <w:rFonts w:ascii="NimbusSanL" w:hAnsi="NimbusSanL" w:cs="Times New Roman (Body CS)"/>
      <w:color w:val="1D2A3A" w:themeColor="accent1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18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18F9"/>
  </w:style>
  <w:style w:type="paragraph" w:styleId="Footer">
    <w:name w:val="footer"/>
    <w:basedOn w:val="Normal"/>
    <w:link w:val="FooterChar"/>
    <w:uiPriority w:val="99"/>
    <w:unhideWhenUsed/>
    <w:rsid w:val="00F718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18F9"/>
  </w:style>
  <w:style w:type="character" w:styleId="PageNumber">
    <w:name w:val="page number"/>
    <w:basedOn w:val="DefaultParagraphFont"/>
    <w:uiPriority w:val="99"/>
    <w:semiHidden/>
    <w:unhideWhenUsed/>
    <w:rsid w:val="003C7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thompson\AppData\Local\Temp\Temp1_2022-PCI-Letterhead-Norman-OK-2_dotx.zip\2022-PCI-Letterhead-Norman-OK.dotx" TargetMode="External"/></Relationships>
</file>

<file path=word/theme/theme1.xml><?xml version="1.0" encoding="utf-8"?>
<a:theme xmlns:a="http://schemas.openxmlformats.org/drawingml/2006/main" name="PCI-Theme">
  <a:themeElements>
    <a:clrScheme name="Custom 1">
      <a:dk1>
        <a:srgbClr val="1D2A3A"/>
      </a:dk1>
      <a:lt1>
        <a:srgbClr val="FFFFFF"/>
      </a:lt1>
      <a:dk2>
        <a:srgbClr val="1D2A3A"/>
      </a:dk2>
      <a:lt2>
        <a:srgbClr val="28F3B6"/>
      </a:lt2>
      <a:accent1>
        <a:srgbClr val="1D2A3A"/>
      </a:accent1>
      <a:accent2>
        <a:srgbClr val="13A680"/>
      </a:accent2>
      <a:accent3>
        <a:srgbClr val="28F3B6"/>
      </a:accent3>
      <a:accent4>
        <a:srgbClr val="F38935"/>
      </a:accent4>
      <a:accent5>
        <a:srgbClr val="204773"/>
      </a:accent5>
      <a:accent6>
        <a:srgbClr val="21A673"/>
      </a:accent6>
      <a:hlink>
        <a:srgbClr val="F38935"/>
      </a:hlink>
      <a:folHlink>
        <a:srgbClr val="21A673"/>
      </a:folHlink>
    </a:clrScheme>
    <a:fontScheme name="PCI">
      <a:majorFont>
        <a:latin typeface="Test Signifier Regular"/>
        <a:ea typeface=""/>
        <a:cs typeface=""/>
      </a:majorFont>
      <a:minorFont>
        <a:latin typeface="Neue Haas Grotesk Text 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PCI-Theme" id="{1F0E68DB-66D3-3542-9D15-92297F048140}" vid="{0D3511CC-BE5E-F445-819A-ACCCE90552D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2022-PCI-Letterhead-Norman-OK.dotx</Template>
  <TotalTime>6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Daphne Thompson</dc:creator>
  <cp:keywords/>
  <dc:description/>
  <cp:lastModifiedBy>Daphne Thompson</cp:lastModifiedBy>
  <cp:revision>1</cp:revision>
  <cp:lastPrinted>2022-08-23T15:22:00Z</cp:lastPrinted>
  <dcterms:created xsi:type="dcterms:W3CDTF">2023-04-19T18:41:00Z</dcterms:created>
  <dcterms:modified xsi:type="dcterms:W3CDTF">2023-04-19T18:47:00Z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a6f4ba6d-27ac-4122-86eb-8885a5dc729e</vt:lpwstr>
  </property>
</Properties>
</file>